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6288" w14:textId="77777777" w:rsidR="00847D8A" w:rsidRDefault="00D005DD">
      <w:pPr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附件6</w:t>
      </w:r>
    </w:p>
    <w:p w14:paraId="26FBEF3F" w14:textId="77777777" w:rsidR="00847D8A" w:rsidRDefault="00D005DD">
      <w:pPr>
        <w:spacing w:beforeLines="50" w:before="156" w:afterLines="50" w:after="156" w:line="580" w:lineRule="exact"/>
        <w:jc w:val="center"/>
        <w:rPr>
          <w:rFonts w:ascii="方正小标宋简体" w:eastAsia="方正小标宋简体" w:hAnsi="方正小标宋简体"/>
          <w:sz w:val="48"/>
          <w:szCs w:val="48"/>
        </w:rPr>
      </w:pPr>
      <w:r>
        <w:rPr>
          <w:rFonts w:ascii="方正小标宋简体" w:eastAsia="方正小标宋简体" w:hAnsi="方正小标宋简体" w:hint="eastAsia"/>
          <w:sz w:val="48"/>
          <w:szCs w:val="48"/>
        </w:rPr>
        <w:t>山东省继续教育数字化共享课程申报</w:t>
      </w:r>
    </w:p>
    <w:p w14:paraId="2A1616AF" w14:textId="77777777" w:rsidR="00847D8A" w:rsidRDefault="00D005DD">
      <w:pPr>
        <w:spacing w:beforeLines="50" w:before="156" w:afterLines="50" w:after="156" w:line="580" w:lineRule="exact"/>
        <w:jc w:val="center"/>
        <w:rPr>
          <w:rFonts w:ascii="方正小标宋简体" w:eastAsia="方正小标宋简体" w:hAnsi="华文中宋"/>
          <w:sz w:val="48"/>
          <w:szCs w:val="48"/>
        </w:rPr>
      </w:pPr>
      <w:r>
        <w:rPr>
          <w:rFonts w:ascii="方正小标宋简体" w:eastAsia="方正小标宋简体" w:hAnsi="方正小标宋简体" w:hint="eastAsia"/>
          <w:sz w:val="48"/>
          <w:szCs w:val="48"/>
        </w:rPr>
        <w:t>信息汇总表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1214"/>
        <w:gridCol w:w="377"/>
        <w:gridCol w:w="1772"/>
        <w:gridCol w:w="12"/>
        <w:gridCol w:w="1844"/>
        <w:gridCol w:w="53"/>
        <w:gridCol w:w="1501"/>
        <w:gridCol w:w="900"/>
      </w:tblGrid>
      <w:tr w:rsidR="00847D8A" w14:paraId="721DAD2C" w14:textId="77777777">
        <w:trPr>
          <w:jc w:val="center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0666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学校名称</w:t>
            </w:r>
          </w:p>
        </w:tc>
        <w:tc>
          <w:tcPr>
            <w:tcW w:w="37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5432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47D8A" w14:paraId="382960D6" w14:textId="77777777">
        <w:trPr>
          <w:jc w:val="center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54DC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学校地址</w:t>
            </w:r>
          </w:p>
        </w:tc>
        <w:tc>
          <w:tcPr>
            <w:tcW w:w="37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8111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47D8A" w14:paraId="4879F479" w14:textId="77777777">
        <w:trPr>
          <w:jc w:val="center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CEA8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联系人姓名</w:t>
            </w:r>
          </w:p>
        </w:tc>
        <w:tc>
          <w:tcPr>
            <w:tcW w:w="12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BF7F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5B61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办公电话</w:t>
            </w:r>
          </w:p>
        </w:tc>
        <w:tc>
          <w:tcPr>
            <w:tcW w:w="1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75D3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47D8A" w14:paraId="2860F3EC" w14:textId="77777777">
        <w:trPr>
          <w:jc w:val="center"/>
        </w:trPr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911D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12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C022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D7A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移动电话</w:t>
            </w:r>
          </w:p>
        </w:tc>
        <w:tc>
          <w:tcPr>
            <w:tcW w:w="14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52D7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47D8A" w14:paraId="37D544E5" w14:textId="77777777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7B34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申报课程汇报表</w:t>
            </w:r>
          </w:p>
        </w:tc>
      </w:tr>
      <w:tr w:rsidR="00847D8A" w14:paraId="5FE99FB3" w14:textId="77777777">
        <w:trPr>
          <w:trHeight w:val="819"/>
          <w:jc w:val="center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D837" w14:textId="77777777" w:rsidR="00847D8A" w:rsidRDefault="00D005DD">
            <w:pPr>
              <w:spacing w:before="100" w:beforeAutospacing="1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735A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课程类别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EE1B" w14:textId="77777777" w:rsidR="00847D8A" w:rsidRDefault="00D005DD">
            <w:pPr>
              <w:spacing w:before="100" w:beforeAutospacing="1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学科门类/</w:t>
            </w:r>
          </w:p>
          <w:p w14:paraId="46A7544E" w14:textId="77777777" w:rsidR="00847D8A" w:rsidRDefault="00D005DD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课程类型</w:t>
            </w:r>
          </w:p>
        </w:tc>
        <w:tc>
          <w:tcPr>
            <w:tcW w:w="1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1C0A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6E18" w14:textId="77777777" w:rsidR="00847D8A" w:rsidRDefault="00D005DD">
            <w:pPr>
              <w:spacing w:before="100" w:beforeAutospacing="1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</w:t>
            </w:r>
          </w:p>
          <w:p w14:paraId="3A766CFB" w14:textId="77777777" w:rsidR="00847D8A" w:rsidRDefault="00D005DD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负责人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9FFD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备注</w:t>
            </w:r>
          </w:p>
        </w:tc>
      </w:tr>
      <w:tr w:rsidR="00847D8A" w14:paraId="0DC936C4" w14:textId="77777777">
        <w:trPr>
          <w:jc w:val="center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7A5C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D737" w14:textId="77777777" w:rsidR="00847D8A" w:rsidRDefault="00847D8A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30E0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B753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C9A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2FE4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47D8A" w14:paraId="70A63685" w14:textId="77777777">
        <w:trPr>
          <w:jc w:val="center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B71F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09C2" w14:textId="77777777" w:rsidR="00847D8A" w:rsidRDefault="00847D8A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4E17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906F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E87D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C80A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47D8A" w14:paraId="4A57E3F3" w14:textId="77777777">
        <w:trPr>
          <w:jc w:val="center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67524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C46A" w14:textId="77777777" w:rsidR="00847D8A" w:rsidRDefault="00847D8A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E449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8CD3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5F5C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04B1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47D8A" w14:paraId="3AFD07A5" w14:textId="77777777">
        <w:trPr>
          <w:jc w:val="center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BF9D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B7CF" w14:textId="77777777" w:rsidR="00847D8A" w:rsidRDefault="00847D8A">
            <w:pPr>
              <w:spacing w:before="100" w:beforeAutospacing="1" w:after="100" w:afterAutospacing="1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6EDF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1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1F6E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7E33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500F" w14:textId="77777777" w:rsidR="00847D8A" w:rsidRDefault="00847D8A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47D8A" w14:paraId="2C2AEADD" w14:textId="77777777">
        <w:trPr>
          <w:trHeight w:val="2527"/>
          <w:jc w:val="center"/>
        </w:trPr>
        <w:tc>
          <w:tcPr>
            <w:tcW w:w="14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27A0" w14:textId="77777777" w:rsidR="00847D8A" w:rsidRDefault="00D005DD">
            <w:pPr>
              <w:spacing w:before="100" w:beforeAutospacing="1" w:after="100" w:afterAutospacing="1" w:line="5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学校审核意见</w:t>
            </w:r>
          </w:p>
        </w:tc>
        <w:tc>
          <w:tcPr>
            <w:tcW w:w="35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E111" w14:textId="77777777" w:rsidR="00847D8A" w:rsidRDefault="00847D8A">
            <w:pPr>
              <w:spacing w:before="100" w:beforeAutospacing="1" w:after="100" w:afterAutospacing="1" w:line="360" w:lineRule="auto"/>
              <w:rPr>
                <w:rFonts w:ascii="仿宋" w:eastAsia="仿宋" w:hAnsi="仿宋"/>
                <w:b/>
                <w:sz w:val="24"/>
              </w:rPr>
            </w:pPr>
          </w:p>
          <w:p w14:paraId="7C862F00" w14:textId="77777777" w:rsidR="00847D8A" w:rsidRDefault="00D005DD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主管领导签字：</w:t>
            </w:r>
          </w:p>
          <w:p w14:paraId="42C60D6F" w14:textId="77777777" w:rsidR="00847D8A" w:rsidRDefault="00D005DD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（单位公章）</w:t>
            </w:r>
          </w:p>
          <w:p w14:paraId="42FE2DAC" w14:textId="77777777" w:rsidR="00847D8A" w:rsidRDefault="00D005DD">
            <w:pPr>
              <w:spacing w:line="400" w:lineRule="exact"/>
              <w:ind w:rightChars="1200" w:right="2520"/>
              <w:jc w:val="righ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</w:tr>
    </w:tbl>
    <w:p w14:paraId="0580EFCA" w14:textId="77777777" w:rsidR="00847D8A" w:rsidRDefault="00D005DD" w:rsidP="003F4D7B">
      <w:pPr>
        <w:spacing w:line="480" w:lineRule="exact"/>
        <w:ind w:firstLineChars="200" w:firstLine="560"/>
        <w:rPr>
          <w:rFonts w:ascii="楷体_GB2312" w:eastAsia="楷体_GB2312" w:hAnsi="等线"/>
          <w:sz w:val="28"/>
          <w:szCs w:val="28"/>
        </w:rPr>
      </w:pPr>
      <w:r>
        <w:rPr>
          <w:rFonts w:ascii="楷体_GB2312" w:eastAsia="楷体_GB2312" w:hAnsi="等线" w:hint="eastAsia"/>
          <w:sz w:val="28"/>
          <w:szCs w:val="28"/>
        </w:rPr>
        <w:t>填写说明：1.申报课程类别为高等学历继续教育，则对应填写学科门类；申报课程类别为非学历教育课程，则对应填写课程类型（</w:t>
      </w:r>
      <w:proofErr w:type="gramStart"/>
      <w:r>
        <w:rPr>
          <w:rFonts w:ascii="楷体_GB2312" w:eastAsia="楷体_GB2312" w:hAnsi="等线" w:hint="eastAsia"/>
          <w:sz w:val="28"/>
          <w:szCs w:val="28"/>
        </w:rPr>
        <w:t>含职业</w:t>
      </w:r>
      <w:proofErr w:type="gramEnd"/>
      <w:r>
        <w:rPr>
          <w:rFonts w:ascii="楷体_GB2312" w:eastAsia="楷体_GB2312" w:hAnsi="等线" w:hint="eastAsia"/>
          <w:sz w:val="28"/>
          <w:szCs w:val="28"/>
        </w:rPr>
        <w:t>技能培训、职业能力提升、创新创业及其它）。</w:t>
      </w:r>
    </w:p>
    <w:p w14:paraId="4D48471D" w14:textId="3EDF32EA" w:rsidR="00847D8A" w:rsidRDefault="00D005DD" w:rsidP="003F4D7B">
      <w:pPr>
        <w:spacing w:line="480" w:lineRule="exact"/>
        <w:ind w:firstLineChars="200" w:firstLine="56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等线" w:hint="eastAsia"/>
          <w:sz w:val="28"/>
          <w:szCs w:val="28"/>
        </w:rPr>
        <w:t>2.本表需申报单位汇总全部课程盖章后分别上传。</w:t>
      </w:r>
    </w:p>
    <w:sectPr w:rsidR="00847D8A" w:rsidSect="003F4D7B">
      <w:footerReference w:type="even" r:id="rId9"/>
      <w:footerReference w:type="default" r:id="rId10"/>
      <w:pgSz w:w="11906" w:h="16838"/>
      <w:pgMar w:top="1644" w:right="1644" w:bottom="1644" w:left="1644" w:header="851" w:footer="1644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821AD" w14:textId="77777777" w:rsidR="00DD290E" w:rsidRDefault="00DD290E">
      <w:r>
        <w:separator/>
      </w:r>
    </w:p>
  </w:endnote>
  <w:endnote w:type="continuationSeparator" w:id="0">
    <w:p w14:paraId="227B9465" w14:textId="77777777" w:rsidR="00DD290E" w:rsidRDefault="00DD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E9CDE" w14:textId="77777777" w:rsidR="00847D8A" w:rsidRDefault="00D005DD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94C013" w14:textId="77777777" w:rsidR="00847D8A" w:rsidRDefault="00847D8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5337" w14:textId="77777777" w:rsidR="00847D8A" w:rsidRDefault="00D005DD">
    <w:pPr>
      <w:pStyle w:val="a3"/>
      <w:framePr w:wrap="around" w:vAnchor="text" w:hAnchor="margin" w:xAlign="outside" w:y="1"/>
      <w:ind w:leftChars="150" w:left="315" w:rightChars="150" w:right="315"/>
      <w:rPr>
        <w:rStyle w:val="a5"/>
        <w:sz w:val="28"/>
        <w:szCs w:val="28"/>
      </w:rPr>
    </w:pPr>
    <w:r>
      <w:rPr>
        <w:rStyle w:val="a5"/>
        <w:sz w:val="28"/>
        <w:szCs w:val="28"/>
      </w:rPr>
      <w:t xml:space="preserve">— </w:t>
    </w:r>
    <w:r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>
      <w:rPr>
        <w:rStyle w:val="a5"/>
        <w:sz w:val="28"/>
        <w:szCs w:val="28"/>
      </w:rPr>
      <w:t>4</w:t>
    </w:r>
    <w:r>
      <w:rPr>
        <w:rStyle w:val="a5"/>
        <w:sz w:val="28"/>
        <w:szCs w:val="28"/>
      </w:rPr>
      <w:fldChar w:fldCharType="end"/>
    </w:r>
    <w:r>
      <w:rPr>
        <w:rStyle w:val="a5"/>
        <w:sz w:val="28"/>
        <w:szCs w:val="28"/>
      </w:rPr>
      <w:t xml:space="preserve"> —</w:t>
    </w:r>
  </w:p>
  <w:p w14:paraId="0CDE4C03" w14:textId="77777777" w:rsidR="00847D8A" w:rsidRDefault="00847D8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F62C3" w14:textId="77777777" w:rsidR="00DD290E" w:rsidRDefault="00DD290E">
      <w:r>
        <w:separator/>
      </w:r>
    </w:p>
  </w:footnote>
  <w:footnote w:type="continuationSeparator" w:id="0">
    <w:p w14:paraId="327526D5" w14:textId="77777777" w:rsidR="00DD290E" w:rsidRDefault="00DD2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A01650"/>
    <w:multiLevelType w:val="multilevel"/>
    <w:tmpl w:val="ECA01650"/>
    <w:lvl w:ilvl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pStyle w:val="2"/>
      <w:suff w:val="space"/>
      <w:lvlText w:val="第%2节"/>
      <w:lvlJc w:val="left"/>
      <w:pPr>
        <w:ind w:left="0" w:firstLine="0"/>
      </w:pPr>
      <w:rPr>
        <w:rFonts w:hint="eastAsia"/>
      </w:rPr>
    </w:lvl>
    <w:lvl w:ilvl="2">
      <w:start w:val="1"/>
      <w:numFmt w:val="chineseCountingThousand"/>
      <w:suff w:val="nothing"/>
      <w:lvlText w:val="%3、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nothing"/>
      <w:lvlText w:val="%4.%5."/>
      <w:lvlJc w:val="left"/>
      <w:pPr>
        <w:ind w:left="142" w:firstLine="0"/>
      </w:pPr>
      <w:rPr>
        <w:rFonts w:hint="eastAsia"/>
      </w:rPr>
    </w:lvl>
    <w:lvl w:ilvl="5">
      <w:start w:val="1"/>
      <w:numFmt w:val="decimal"/>
      <w:suff w:val="nothing"/>
      <w:lvlText w:val="%4.%5.%6."/>
      <w:lvlJc w:val="left"/>
      <w:pPr>
        <w:ind w:left="0" w:firstLine="284"/>
      </w:pPr>
      <w:rPr>
        <w:rFonts w:hint="eastAsia"/>
      </w:rPr>
    </w:lvl>
    <w:lvl w:ilvl="6">
      <w:start w:val="1"/>
      <w:numFmt w:val="decimal"/>
      <w:suff w:val="nothing"/>
      <w:lvlText w:val="%7）"/>
      <w:lvlJc w:val="left"/>
      <w:pPr>
        <w:ind w:left="740" w:hanging="340"/>
      </w:pPr>
      <w:rPr>
        <w:rFonts w:hint="eastAsia"/>
      </w:rPr>
    </w:lvl>
    <w:lvl w:ilvl="7">
      <w:start w:val="1"/>
      <w:numFmt w:val="upperLetter"/>
      <w:suff w:val="nothing"/>
      <w:lvlText w:val="%8."/>
      <w:lvlJc w:val="left"/>
      <w:pPr>
        <w:ind w:left="1134" w:hanging="283"/>
      </w:pPr>
      <w:rPr>
        <w:rFonts w:hint="eastAsia"/>
      </w:rPr>
    </w:lvl>
    <w:lvl w:ilvl="8">
      <w:start w:val="1"/>
      <w:numFmt w:val="lowerLetter"/>
      <w:suff w:val="nothing"/>
      <w:lvlText w:val="%9."/>
      <w:lvlJc w:val="left"/>
      <w:pPr>
        <w:ind w:left="1427" w:hanging="227"/>
      </w:pPr>
      <w:rPr>
        <w:rFonts w:hint="eastAsia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FFE024E"/>
    <w:rsid w:val="00010266"/>
    <w:rsid w:val="000102C3"/>
    <w:rsid w:val="0002722E"/>
    <w:rsid w:val="000A094F"/>
    <w:rsid w:val="000A51D6"/>
    <w:rsid w:val="000D1704"/>
    <w:rsid w:val="000F6019"/>
    <w:rsid w:val="00100156"/>
    <w:rsid w:val="001331E3"/>
    <w:rsid w:val="001414E6"/>
    <w:rsid w:val="00150F26"/>
    <w:rsid w:val="00167D58"/>
    <w:rsid w:val="001A1AD1"/>
    <w:rsid w:val="00205D3A"/>
    <w:rsid w:val="002675B8"/>
    <w:rsid w:val="00275F59"/>
    <w:rsid w:val="00295935"/>
    <w:rsid w:val="002C3532"/>
    <w:rsid w:val="002D36A6"/>
    <w:rsid w:val="0032220F"/>
    <w:rsid w:val="003340EC"/>
    <w:rsid w:val="003751E7"/>
    <w:rsid w:val="003F0A3F"/>
    <w:rsid w:val="003F186A"/>
    <w:rsid w:val="003F3978"/>
    <w:rsid w:val="003F4D7B"/>
    <w:rsid w:val="0040787C"/>
    <w:rsid w:val="004255E8"/>
    <w:rsid w:val="00445BAA"/>
    <w:rsid w:val="00450D69"/>
    <w:rsid w:val="00461822"/>
    <w:rsid w:val="00475796"/>
    <w:rsid w:val="004B0A45"/>
    <w:rsid w:val="004C0A39"/>
    <w:rsid w:val="004D0C4C"/>
    <w:rsid w:val="004D73FC"/>
    <w:rsid w:val="004F3958"/>
    <w:rsid w:val="0050349A"/>
    <w:rsid w:val="0052423E"/>
    <w:rsid w:val="00544492"/>
    <w:rsid w:val="00556BBC"/>
    <w:rsid w:val="00572629"/>
    <w:rsid w:val="0057754F"/>
    <w:rsid w:val="00584E26"/>
    <w:rsid w:val="00585162"/>
    <w:rsid w:val="005A16A3"/>
    <w:rsid w:val="005A25FA"/>
    <w:rsid w:val="005A6AB3"/>
    <w:rsid w:val="005C41F8"/>
    <w:rsid w:val="00666697"/>
    <w:rsid w:val="006833BA"/>
    <w:rsid w:val="006B5CE2"/>
    <w:rsid w:val="006C2E79"/>
    <w:rsid w:val="006C2FB5"/>
    <w:rsid w:val="0071780E"/>
    <w:rsid w:val="00726544"/>
    <w:rsid w:val="00730E9B"/>
    <w:rsid w:val="00754F83"/>
    <w:rsid w:val="00762646"/>
    <w:rsid w:val="00792C88"/>
    <w:rsid w:val="007E30A8"/>
    <w:rsid w:val="007E5224"/>
    <w:rsid w:val="0081034F"/>
    <w:rsid w:val="00847D8A"/>
    <w:rsid w:val="00847F66"/>
    <w:rsid w:val="008857D0"/>
    <w:rsid w:val="008A67A6"/>
    <w:rsid w:val="00905158"/>
    <w:rsid w:val="009102BE"/>
    <w:rsid w:val="00957444"/>
    <w:rsid w:val="00985EEB"/>
    <w:rsid w:val="009A73E2"/>
    <w:rsid w:val="009B2EAC"/>
    <w:rsid w:val="009C7207"/>
    <w:rsid w:val="009D186D"/>
    <w:rsid w:val="00A31DCE"/>
    <w:rsid w:val="00A55E34"/>
    <w:rsid w:val="00A925CA"/>
    <w:rsid w:val="00AB0B58"/>
    <w:rsid w:val="00AB0DE0"/>
    <w:rsid w:val="00AE28A8"/>
    <w:rsid w:val="00B10E6E"/>
    <w:rsid w:val="00B24265"/>
    <w:rsid w:val="00B35B72"/>
    <w:rsid w:val="00B60FB2"/>
    <w:rsid w:val="00B6591F"/>
    <w:rsid w:val="00B83F06"/>
    <w:rsid w:val="00B86524"/>
    <w:rsid w:val="00BA2FF7"/>
    <w:rsid w:val="00C34E51"/>
    <w:rsid w:val="00C446A0"/>
    <w:rsid w:val="00C51496"/>
    <w:rsid w:val="00C66C5A"/>
    <w:rsid w:val="00CB288D"/>
    <w:rsid w:val="00CC418E"/>
    <w:rsid w:val="00CE0CA6"/>
    <w:rsid w:val="00CE155C"/>
    <w:rsid w:val="00CF149C"/>
    <w:rsid w:val="00D005DD"/>
    <w:rsid w:val="00D020AE"/>
    <w:rsid w:val="00D64446"/>
    <w:rsid w:val="00DD290E"/>
    <w:rsid w:val="00DF4B5E"/>
    <w:rsid w:val="00E46E3D"/>
    <w:rsid w:val="00E500BC"/>
    <w:rsid w:val="00E53C59"/>
    <w:rsid w:val="00E54023"/>
    <w:rsid w:val="00E80D7A"/>
    <w:rsid w:val="00E92303"/>
    <w:rsid w:val="00EB343C"/>
    <w:rsid w:val="00EE16D6"/>
    <w:rsid w:val="00EF0353"/>
    <w:rsid w:val="00F55CD2"/>
    <w:rsid w:val="00F74267"/>
    <w:rsid w:val="00F74392"/>
    <w:rsid w:val="00F752EB"/>
    <w:rsid w:val="00FA30E9"/>
    <w:rsid w:val="00FD5908"/>
    <w:rsid w:val="06B75BB3"/>
    <w:rsid w:val="0C99751F"/>
    <w:rsid w:val="0FFE024E"/>
    <w:rsid w:val="155847C4"/>
    <w:rsid w:val="2502610D"/>
    <w:rsid w:val="26414F71"/>
    <w:rsid w:val="34057E74"/>
    <w:rsid w:val="414E1927"/>
    <w:rsid w:val="4AAB72D8"/>
    <w:rsid w:val="4B246393"/>
    <w:rsid w:val="57745FCC"/>
    <w:rsid w:val="7A49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2AD9B73"/>
  <w15:docId w15:val="{5E904F1A-186F-4FD4-9ABA-370B6F59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numPr>
        <w:ilvl w:val="1"/>
        <w:numId w:val="1"/>
      </w:numPr>
      <w:overflowPunct w:val="0"/>
      <w:topLinePunct/>
      <w:outlineLvl w:val="1"/>
    </w:pPr>
    <w:rPr>
      <w:rFonts w:eastAsia="楷体" w:hAnsi="Arial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paragraph" w:customStyle="1" w:styleId="Normal0">
    <w:name w:val="Normal_0"/>
    <w:qFormat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1">
    <w:name w:val="Normal_1"/>
    <w:qFormat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2">
    <w:name w:val="Normal_2"/>
    <w:qFormat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3">
    <w:name w:val="Normal_3"/>
    <w:qFormat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网格型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65288;&#26080;&#32534;&#21495;&#652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36FB1B-5100-4D71-84A5-9F08B495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鲁教X函（无编号）.dot</Template>
  <TotalTime>3</TotalTime>
  <Pages>1</Pages>
  <Words>140</Words>
  <Characters>141</Characters>
  <Application>Microsoft Office Word</Application>
  <DocSecurity>0</DocSecurity>
  <Lines>8</Lines>
  <Paragraphs>6</Paragraphs>
  <ScaleCrop>false</ScaleCrop>
  <Company>P R C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文印1</dc:creator>
  <cp:lastModifiedBy>userName</cp:lastModifiedBy>
  <cp:revision>14</cp:revision>
  <dcterms:created xsi:type="dcterms:W3CDTF">2025-09-17T02:03:00Z</dcterms:created>
  <dcterms:modified xsi:type="dcterms:W3CDTF">2025-09-17T02:18:00Z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C6A286071EEC43FB90ED662B8200C075_11</vt:lpwstr>
  </property>
  <property fmtid="{D5CDD505-2E9C-101B-9397-08002B2CF9AE}" pid="4" name="KSOTemplateDocerSaveRecord">
    <vt:lpwstr>eyJoZGlkIjoiOTEzYWY1NTRjNWY0ZGUwM2Y1YzE5YzI5ZGY5ZGJhZmUiLCJ1c2VySWQiOiIyMzM1MDM5MCJ9</vt:lpwstr>
  </property>
</Properties>
</file>